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8F343EF" w14:textId="77777777" w:rsidTr="00987DB5">
        <w:tc>
          <w:tcPr>
            <w:tcW w:w="9498" w:type="dxa"/>
          </w:tcPr>
          <w:p w14:paraId="08F343E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8F34407" wp14:editId="08F3440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F343EB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08F343EC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08F343ED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8F343E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8F343F0" w14:textId="24994F8E" w:rsidR="00AE5C63" w:rsidRPr="00FD5A9B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FD5A9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FD5A9B" w:rsidRPr="00FD5A9B">
            <w:rPr>
              <w:rFonts w:ascii="Times New Roman" w:hAnsi="Times New Roman"/>
              <w:sz w:val="28"/>
              <w:szCs w:val="28"/>
            </w:rPr>
            <w:t>15 октября 2025 года</w:t>
          </w:r>
        </w:sdtContent>
      </w:sdt>
      <w:r w:rsidRPr="00FD5A9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FD5A9B" w:rsidRPr="00FD5A9B">
            <w:rPr>
              <w:rFonts w:ascii="Times New Roman" w:hAnsi="Times New Roman"/>
              <w:sz w:val="28"/>
              <w:szCs w:val="28"/>
            </w:rPr>
            <w:t>190</w:t>
          </w:r>
        </w:sdtContent>
      </w:sdt>
    </w:p>
    <w:bookmarkEnd w:id="0"/>
    <w:p w14:paraId="08F343F1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8F343F2" w14:textId="3C0C733C" w:rsidR="00AE5C63" w:rsidRPr="00084B06" w:rsidRDefault="001E4001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084B06">
        <w:rPr>
          <w:rFonts w:ascii="Times New Roman" w:hAnsi="Times New Roman"/>
          <w:b/>
          <w:sz w:val="28"/>
          <w:szCs w:val="28"/>
        </w:rPr>
        <w:t xml:space="preserve">Об утверждении Положения об администрации </w:t>
      </w:r>
      <w:r w:rsidR="00084B06">
        <w:rPr>
          <w:rFonts w:ascii="Times New Roman" w:hAnsi="Times New Roman"/>
          <w:b/>
          <w:sz w:val="28"/>
          <w:szCs w:val="28"/>
        </w:rPr>
        <w:br/>
      </w:r>
      <w:r w:rsidRPr="00084B06">
        <w:rPr>
          <w:rFonts w:ascii="Times New Roman" w:hAnsi="Times New Roman"/>
          <w:b/>
          <w:sz w:val="28"/>
          <w:szCs w:val="28"/>
        </w:rPr>
        <w:t xml:space="preserve">муниципального образования Ногликский муниципальный </w:t>
      </w:r>
      <w:r w:rsidR="00084B06">
        <w:rPr>
          <w:rFonts w:ascii="Times New Roman" w:hAnsi="Times New Roman"/>
          <w:b/>
          <w:sz w:val="28"/>
          <w:szCs w:val="28"/>
        </w:rPr>
        <w:t xml:space="preserve">округ </w:t>
      </w:r>
      <w:r w:rsidRPr="00084B06">
        <w:rPr>
          <w:rFonts w:ascii="Times New Roman" w:hAnsi="Times New Roman"/>
          <w:b/>
          <w:sz w:val="28"/>
          <w:szCs w:val="28"/>
        </w:rPr>
        <w:t>Сахалинской области</w:t>
      </w:r>
    </w:p>
    <w:p w14:paraId="08F343F3" w14:textId="77777777" w:rsidR="00185FEC" w:rsidRDefault="00185FEC" w:rsidP="00084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95D165" w14:textId="6243A7E6" w:rsidR="00A11014" w:rsidRDefault="00A11014" w:rsidP="00084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014">
        <w:rPr>
          <w:rFonts w:ascii="Times New Roman" w:hAnsi="Times New Roman"/>
          <w:sz w:val="28"/>
          <w:szCs w:val="28"/>
        </w:rPr>
        <w:t>В соответствии со ст. 16 Федерального закона от 06.10.03 № 131-ФЗ «</w:t>
      </w:r>
      <w:proofErr w:type="spellStart"/>
      <w:r w:rsidRPr="00A11014">
        <w:rPr>
          <w:rFonts w:ascii="Times New Roman" w:hAnsi="Times New Roman"/>
          <w:sz w:val="28"/>
          <w:szCs w:val="28"/>
        </w:rPr>
        <w:t>Обобщих</w:t>
      </w:r>
      <w:proofErr w:type="spellEnd"/>
      <w:r w:rsidRPr="00A11014">
        <w:rPr>
          <w:rFonts w:ascii="Times New Roman" w:hAnsi="Times New Roman"/>
          <w:sz w:val="28"/>
          <w:szCs w:val="28"/>
        </w:rPr>
        <w:t xml:space="preserve"> принципах организации местного самоуправления в Российской</w:t>
      </w:r>
      <w:r w:rsidR="00084B06">
        <w:rPr>
          <w:rFonts w:ascii="Times New Roman" w:hAnsi="Times New Roman"/>
          <w:sz w:val="28"/>
          <w:szCs w:val="28"/>
        </w:rPr>
        <w:t xml:space="preserve"> </w:t>
      </w:r>
      <w:r w:rsidRPr="00A11014">
        <w:rPr>
          <w:rFonts w:ascii="Times New Roman" w:hAnsi="Times New Roman"/>
          <w:sz w:val="28"/>
          <w:szCs w:val="28"/>
        </w:rPr>
        <w:t>Федерации», руководствуясь ст. 28 Устава муниципального образования Ногликс</w:t>
      </w:r>
      <w:r>
        <w:rPr>
          <w:rFonts w:ascii="Times New Roman" w:hAnsi="Times New Roman"/>
          <w:sz w:val="28"/>
          <w:szCs w:val="28"/>
        </w:rPr>
        <w:t>кий муниципальный округ Сахалинской области</w:t>
      </w:r>
      <w:r w:rsidRPr="00A11014">
        <w:rPr>
          <w:rFonts w:ascii="Times New Roman" w:hAnsi="Times New Roman"/>
          <w:sz w:val="28"/>
          <w:szCs w:val="28"/>
        </w:rPr>
        <w:t xml:space="preserve">, </w:t>
      </w:r>
      <w:r w:rsidRPr="00084B06">
        <w:rPr>
          <w:rFonts w:ascii="Times New Roman" w:hAnsi="Times New Roman"/>
          <w:b/>
          <w:sz w:val="28"/>
          <w:szCs w:val="28"/>
        </w:rPr>
        <w:t>ПОСТАНОВЛЯЮ:</w:t>
      </w:r>
    </w:p>
    <w:p w14:paraId="7B205F50" w14:textId="77777777" w:rsidR="00A11014" w:rsidRDefault="00A11014" w:rsidP="00084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014">
        <w:rPr>
          <w:rFonts w:ascii="Times New Roman" w:hAnsi="Times New Roman"/>
          <w:sz w:val="28"/>
          <w:szCs w:val="28"/>
        </w:rPr>
        <w:t xml:space="preserve">1. Утвердить Положение об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Н</w:t>
      </w:r>
      <w:r w:rsidRPr="00A11014">
        <w:rPr>
          <w:rFonts w:ascii="Times New Roman" w:hAnsi="Times New Roman"/>
          <w:sz w:val="28"/>
          <w:szCs w:val="28"/>
        </w:rPr>
        <w:t>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A11014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226C4C6E" w14:textId="77777777" w:rsidR="002C3BEB" w:rsidRDefault="00A11014" w:rsidP="00084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</w:t>
      </w:r>
      <w:r w:rsidR="002C3BE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силу постановлени</w:t>
      </w:r>
      <w:r w:rsidR="002C3BE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мэра муниципального образования «Городской округ Ногликский»</w:t>
      </w:r>
      <w:r w:rsidR="002C3BEB">
        <w:rPr>
          <w:rFonts w:ascii="Times New Roman" w:hAnsi="Times New Roman"/>
          <w:sz w:val="28"/>
          <w:szCs w:val="28"/>
        </w:rPr>
        <w:t>:</w:t>
      </w:r>
    </w:p>
    <w:p w14:paraId="722FF886" w14:textId="414ACFA7" w:rsidR="002C3BEB" w:rsidRDefault="002C3BEB" w:rsidP="00084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11014">
        <w:rPr>
          <w:rFonts w:ascii="Times New Roman" w:hAnsi="Times New Roman"/>
          <w:sz w:val="28"/>
          <w:szCs w:val="28"/>
        </w:rPr>
        <w:t xml:space="preserve"> от 13.11.2008 № 772 «Об утверждении Положения об администрации муниципального образован</w:t>
      </w:r>
      <w:r>
        <w:rPr>
          <w:rFonts w:ascii="Times New Roman" w:hAnsi="Times New Roman"/>
          <w:sz w:val="28"/>
          <w:szCs w:val="28"/>
        </w:rPr>
        <w:t>ия «Городской округ Ногликский»;</w:t>
      </w:r>
    </w:p>
    <w:p w14:paraId="066E7D8E" w14:textId="588D01A3" w:rsidR="002C3BEB" w:rsidRDefault="002C3BEB" w:rsidP="00084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12.01.2012 № 3 </w:t>
      </w:r>
      <w:r w:rsidRPr="002C3BEB">
        <w:rPr>
          <w:rFonts w:ascii="Times New Roman" w:hAnsi="Times New Roman"/>
          <w:sz w:val="28"/>
          <w:szCs w:val="28"/>
        </w:rPr>
        <w:t>«О</w:t>
      </w:r>
      <w:r>
        <w:rPr>
          <w:rFonts w:ascii="Times New Roman" w:hAnsi="Times New Roman"/>
          <w:sz w:val="28"/>
          <w:szCs w:val="28"/>
        </w:rPr>
        <w:t xml:space="preserve"> внесении изменений в постановление мэра муниципального образования «Городской округ Ногликский» от 13.11.2008 </w:t>
      </w:r>
      <w:r w:rsidR="00084B0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772»;</w:t>
      </w:r>
    </w:p>
    <w:p w14:paraId="0771FAD9" w14:textId="6039FFC4" w:rsidR="002C3BEB" w:rsidRPr="002C3BEB" w:rsidRDefault="002C3BEB" w:rsidP="00084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31.01.2018 № 14</w:t>
      </w:r>
      <w:r w:rsidRPr="002C3BEB">
        <w:rPr>
          <w:rFonts w:ascii="Times New Roman" w:hAnsi="Times New Roman"/>
          <w:sz w:val="28"/>
          <w:szCs w:val="28"/>
        </w:rPr>
        <w:t xml:space="preserve"> «О внесении изменени</w:t>
      </w:r>
      <w:r w:rsidR="000D22C0">
        <w:rPr>
          <w:rFonts w:ascii="Times New Roman" w:hAnsi="Times New Roman"/>
          <w:sz w:val="28"/>
          <w:szCs w:val="28"/>
        </w:rPr>
        <w:t>й и дополнений</w:t>
      </w:r>
      <w:r w:rsidRPr="002C3BEB">
        <w:rPr>
          <w:rFonts w:ascii="Times New Roman" w:hAnsi="Times New Roman"/>
          <w:sz w:val="28"/>
          <w:szCs w:val="28"/>
        </w:rPr>
        <w:t xml:space="preserve"> </w:t>
      </w:r>
      <w:r w:rsidR="00084B06">
        <w:rPr>
          <w:rFonts w:ascii="Times New Roman" w:hAnsi="Times New Roman"/>
          <w:sz w:val="28"/>
          <w:szCs w:val="28"/>
        </w:rPr>
        <w:br/>
      </w:r>
      <w:r w:rsidRPr="002C3BEB">
        <w:rPr>
          <w:rFonts w:ascii="Times New Roman" w:hAnsi="Times New Roman"/>
          <w:sz w:val="28"/>
          <w:szCs w:val="28"/>
        </w:rPr>
        <w:t>в постановление мэра муниципального образования «Городской округ Ногликский» от</w:t>
      </w:r>
      <w:r>
        <w:rPr>
          <w:rFonts w:ascii="Times New Roman" w:hAnsi="Times New Roman"/>
          <w:sz w:val="28"/>
          <w:szCs w:val="28"/>
        </w:rPr>
        <w:t xml:space="preserve"> 13.11.2008 № 772».</w:t>
      </w:r>
    </w:p>
    <w:p w14:paraId="47B36400" w14:textId="1C02F570" w:rsidR="00A11014" w:rsidRDefault="00A11014" w:rsidP="00084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1101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Ногликский муниципальный округ Сахалинской области в сети «Интернет». </w:t>
      </w:r>
    </w:p>
    <w:p w14:paraId="28C200EA" w14:textId="77777777" w:rsidR="00084B06" w:rsidRDefault="00A11014" w:rsidP="00084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A11014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084B06">
        <w:rPr>
          <w:rFonts w:ascii="Times New Roman" w:hAnsi="Times New Roman"/>
          <w:sz w:val="28"/>
          <w:szCs w:val="28"/>
        </w:rPr>
        <w:br/>
      </w:r>
    </w:p>
    <w:p w14:paraId="4E0BAD66" w14:textId="0D4415C5" w:rsidR="00084B06" w:rsidRDefault="00084B06" w:rsidP="00084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803DD1E" w14:textId="33E79C5A" w:rsidR="00084B06" w:rsidRDefault="00084B06" w:rsidP="00084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6609A7" w14:textId="12718A3D" w:rsidR="00084B06" w:rsidRDefault="00084B06" w:rsidP="00084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D10F71" w14:textId="774A2E40" w:rsidR="00084B06" w:rsidRDefault="00084B06" w:rsidP="00084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3DD4309" w14:textId="77777777" w:rsidR="00084B06" w:rsidRDefault="00084B06" w:rsidP="00084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E736E9" w14:textId="77777777" w:rsidR="00084B06" w:rsidRDefault="00084B06" w:rsidP="00084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8F343F5" w14:textId="3107F8F9" w:rsidR="00E609BC" w:rsidRDefault="00A11014" w:rsidP="00084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014">
        <w:rPr>
          <w:rFonts w:ascii="Times New Roman" w:hAnsi="Times New Roman"/>
          <w:sz w:val="28"/>
          <w:szCs w:val="28"/>
        </w:rPr>
        <w:t>на</w:t>
      </w:r>
      <w:r w:rsidR="00084B06">
        <w:rPr>
          <w:rFonts w:ascii="Times New Roman" w:hAnsi="Times New Roman"/>
          <w:sz w:val="28"/>
          <w:szCs w:val="28"/>
        </w:rPr>
        <w:t xml:space="preserve"> </w:t>
      </w:r>
      <w:r w:rsidRPr="00A11014">
        <w:rPr>
          <w:rFonts w:ascii="Times New Roman" w:hAnsi="Times New Roman"/>
          <w:sz w:val="28"/>
          <w:szCs w:val="28"/>
        </w:rPr>
        <w:t xml:space="preserve">управляющего делами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 Авдеева И.Ю.</w:t>
      </w:r>
    </w:p>
    <w:p w14:paraId="6EC44A4F" w14:textId="33DF7415" w:rsidR="00AC6F5A" w:rsidRDefault="00AC6F5A" w:rsidP="00084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750E1E" w14:textId="221F6328" w:rsidR="00084B06" w:rsidRDefault="00084B06" w:rsidP="00084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92BC781" w14:textId="77777777" w:rsidR="00084B06" w:rsidRPr="00D12794" w:rsidRDefault="00084B06" w:rsidP="00084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14:paraId="08F34400" w14:textId="77777777" w:rsidTr="00EB6484">
        <w:tc>
          <w:tcPr>
            <w:tcW w:w="4672" w:type="dxa"/>
          </w:tcPr>
          <w:p w14:paraId="08F343FE" w14:textId="42AD0F7B" w:rsidR="007622F4" w:rsidRDefault="00AC6F5A" w:rsidP="00084B0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Исполняющий обязанности мэра</w:t>
            </w:r>
            <w:r w:rsidR="007622F4">
              <w:rPr>
                <w:rFonts w:cs="Arial"/>
                <w:sz w:val="28"/>
                <w:szCs w:val="28"/>
              </w:rPr>
              <w:t xml:space="preserve">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5AA8620B" w14:textId="77777777" w:rsidR="00A11014" w:rsidRDefault="00A11014" w:rsidP="00084B06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37DC2BA0" w14:textId="77777777" w:rsidR="00AC6F5A" w:rsidRDefault="00A11014" w:rsidP="00084B06">
            <w:pPr>
              <w:spacing w:after="0" w:line="240" w:lineRule="auto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      </w:t>
            </w:r>
            <w:r w:rsidR="00AC6F5A">
              <w:rPr>
                <w:rFonts w:cs="Arial"/>
                <w:sz w:val="28"/>
                <w:szCs w:val="28"/>
              </w:rPr>
              <w:t xml:space="preserve">                             </w:t>
            </w:r>
          </w:p>
          <w:p w14:paraId="06D542C8" w14:textId="77777777" w:rsidR="00084B06" w:rsidRDefault="00AC6F5A" w:rsidP="00084B06">
            <w:pPr>
              <w:spacing w:after="0" w:line="240" w:lineRule="auto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                                  </w:t>
            </w:r>
          </w:p>
          <w:p w14:paraId="08F343FF" w14:textId="304925AE" w:rsidR="007622F4" w:rsidRDefault="00084B06" w:rsidP="00084B0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                                   </w:t>
            </w:r>
            <w:r w:rsidR="00AC6F5A">
              <w:rPr>
                <w:rFonts w:cs="Arial"/>
                <w:sz w:val="28"/>
                <w:szCs w:val="28"/>
              </w:rPr>
              <w:t xml:space="preserve">Л.А. </w:t>
            </w:r>
            <w:proofErr w:type="spellStart"/>
            <w:r w:rsidR="00AC6F5A">
              <w:rPr>
                <w:rFonts w:cs="Arial"/>
                <w:sz w:val="28"/>
                <w:szCs w:val="28"/>
              </w:rPr>
              <w:t>Блидченко</w:t>
            </w:r>
            <w:proofErr w:type="spellEnd"/>
          </w:p>
        </w:tc>
      </w:tr>
      <w:tr w:rsidR="00084B06" w14:paraId="08C6F7F3" w14:textId="77777777" w:rsidTr="00EB6484">
        <w:tc>
          <w:tcPr>
            <w:tcW w:w="4672" w:type="dxa"/>
          </w:tcPr>
          <w:p w14:paraId="54B9A60B" w14:textId="77777777" w:rsidR="00084B06" w:rsidRDefault="00084B06" w:rsidP="00084B06">
            <w:pPr>
              <w:spacing w:after="0" w:line="240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4672" w:type="dxa"/>
          </w:tcPr>
          <w:p w14:paraId="7123E2F6" w14:textId="77777777" w:rsidR="00084B06" w:rsidRDefault="00084B06" w:rsidP="00084B06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</w:tc>
      </w:tr>
    </w:tbl>
    <w:p w14:paraId="08F34406" w14:textId="77777777" w:rsidR="008629FA" w:rsidRPr="008629FA" w:rsidRDefault="008629FA" w:rsidP="00084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84B06">
      <w:headerReference w:type="default" r:id="rId7"/>
      <w:footerReference w:type="default" r:id="rId8"/>
      <w:pgSz w:w="11906" w:h="16838"/>
      <w:pgMar w:top="1134" w:right="851" w:bottom="0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56F86" w14:textId="77777777" w:rsidR="00E123C3" w:rsidRDefault="00E123C3" w:rsidP="00AE5C63">
      <w:pPr>
        <w:spacing w:after="0" w:line="240" w:lineRule="auto"/>
      </w:pPr>
      <w:r>
        <w:separator/>
      </w:r>
    </w:p>
  </w:endnote>
  <w:endnote w:type="continuationSeparator" w:id="0">
    <w:p w14:paraId="067C4A8F" w14:textId="77777777" w:rsidR="00E123C3" w:rsidRDefault="00E123C3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3440D" w14:textId="603F8C2F" w:rsidR="00AE5C63" w:rsidRPr="008276D6" w:rsidRDefault="00AE5C63" w:rsidP="00AE5C63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35EBD" w14:textId="77777777" w:rsidR="00E123C3" w:rsidRDefault="00E123C3" w:rsidP="00AE5C63">
      <w:pPr>
        <w:spacing w:after="0" w:line="240" w:lineRule="auto"/>
      </w:pPr>
      <w:r>
        <w:separator/>
      </w:r>
    </w:p>
  </w:footnote>
  <w:footnote w:type="continuationSeparator" w:id="0">
    <w:p w14:paraId="1395CE42" w14:textId="77777777" w:rsidR="00E123C3" w:rsidRDefault="00E123C3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4902599"/>
      <w:docPartObj>
        <w:docPartGallery w:val="Page Numbers (Top of Page)"/>
        <w:docPartUnique/>
      </w:docPartObj>
    </w:sdtPr>
    <w:sdtEndPr/>
    <w:sdtContent>
      <w:p w14:paraId="354D3283" w14:textId="47B451A5" w:rsidR="00084B06" w:rsidRDefault="00084B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A9B">
          <w:rPr>
            <w:noProof/>
          </w:rPr>
          <w:t>2</w:t>
        </w:r>
        <w:r>
          <w:fldChar w:fldCharType="end"/>
        </w:r>
      </w:p>
    </w:sdtContent>
  </w:sdt>
  <w:p w14:paraId="284EC337" w14:textId="77777777" w:rsidR="00084B06" w:rsidRDefault="00084B0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084B06"/>
    <w:rsid w:val="000D22C0"/>
    <w:rsid w:val="00185FEC"/>
    <w:rsid w:val="001E1F9F"/>
    <w:rsid w:val="001E4001"/>
    <w:rsid w:val="002C3BEB"/>
    <w:rsid w:val="002E5832"/>
    <w:rsid w:val="00364F8F"/>
    <w:rsid w:val="00520CBF"/>
    <w:rsid w:val="007622F4"/>
    <w:rsid w:val="008276D6"/>
    <w:rsid w:val="008629FA"/>
    <w:rsid w:val="00987DB5"/>
    <w:rsid w:val="00A11014"/>
    <w:rsid w:val="00AC6F5A"/>
    <w:rsid w:val="00AC72C8"/>
    <w:rsid w:val="00AE5C63"/>
    <w:rsid w:val="00B10ED9"/>
    <w:rsid w:val="00B25688"/>
    <w:rsid w:val="00C02849"/>
    <w:rsid w:val="00D12794"/>
    <w:rsid w:val="00D67BD8"/>
    <w:rsid w:val="00DF7897"/>
    <w:rsid w:val="00E123C3"/>
    <w:rsid w:val="00E37B8A"/>
    <w:rsid w:val="00E609BC"/>
    <w:rsid w:val="00EA0EFF"/>
    <w:rsid w:val="00FD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F343E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A11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41587"/>
    <w:rsid w:val="004B4044"/>
    <w:rsid w:val="00852E81"/>
    <w:rsid w:val="008C678B"/>
    <w:rsid w:val="00925823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30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dcterms:created xsi:type="dcterms:W3CDTF">2020-04-07T04:54:00Z</dcterms:created>
  <dcterms:modified xsi:type="dcterms:W3CDTF">2025-10-15T22:58:00Z</dcterms:modified>
</cp:coreProperties>
</file>